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6532" w14:textId="1531558D" w:rsidR="0006313B" w:rsidRDefault="00435238" w:rsidP="00920F91">
      <w:pPr>
        <w:pStyle w:val="Heading1"/>
      </w:pPr>
      <w:r>
        <w:t>Intranet and Email Articles</w:t>
      </w:r>
    </w:p>
    <w:p w14:paraId="7604AA18" w14:textId="50E76D65" w:rsidR="00435238" w:rsidRDefault="00435238" w:rsidP="00435238">
      <w:pPr>
        <w:pStyle w:val="BODY"/>
      </w:pPr>
      <w:r>
        <w:t>Copy and paste the following content for articles on your intranet or in a stand-alone email for your employees.</w:t>
      </w:r>
    </w:p>
    <w:p w14:paraId="16AC91D1" w14:textId="77777777" w:rsidR="00435238" w:rsidRDefault="00435238" w:rsidP="00435238">
      <w:r>
        <w:t xml:space="preserve">Headline: </w:t>
      </w:r>
    </w:p>
    <w:p w14:paraId="13635BEC" w14:textId="4876F547" w:rsidR="00435238" w:rsidRPr="00435238" w:rsidRDefault="00435238" w:rsidP="00435238">
      <w:r w:rsidRPr="00435238">
        <w:t>Introducing BCBSND Care Connect from Blue Cross Blue Shield of North Dakota.</w:t>
      </w:r>
    </w:p>
    <w:p w14:paraId="53A728A0" w14:textId="65CA1AD0" w:rsidR="00435238" w:rsidRDefault="00435238" w:rsidP="00435238">
      <w:pPr>
        <w:pStyle w:val="BODY"/>
      </w:pPr>
    </w:p>
    <w:p w14:paraId="68097814" w14:textId="0E984897" w:rsidR="00435238" w:rsidRDefault="00435238" w:rsidP="00435238">
      <w:pPr>
        <w:pStyle w:val="BODY"/>
      </w:pPr>
      <w:r>
        <w:t>Main Message:</w:t>
      </w:r>
    </w:p>
    <w:p w14:paraId="67FD4E2A" w14:textId="77777777" w:rsidR="00435238" w:rsidRDefault="00435238" w:rsidP="00435238">
      <w:r>
        <w:t>Our health insurance provider, Blue Cross Blue Shield of North Dakota (BCBSND), released a new app called BCBSND Care Connect for some of our eligible employees. The app is a secured platform where employees can connect with registered nurses and licensed social workers from BCBSND’s care management team at no cost to them or their employer.</w:t>
      </w:r>
    </w:p>
    <w:p w14:paraId="7BAC90F9" w14:textId="77777777" w:rsidR="00435238" w:rsidRDefault="00435238" w:rsidP="00435238">
      <w:r>
        <w:t>The app aims to help people build healthy habits that can impact their overall well-being through multiple features including:</w:t>
      </w:r>
    </w:p>
    <w:p w14:paraId="264299FE" w14:textId="30989C44" w:rsidR="00435238" w:rsidRPr="00435238" w:rsidRDefault="00995DD8" w:rsidP="00435238">
      <w:r>
        <w:t xml:space="preserve">- </w:t>
      </w:r>
      <w:r w:rsidR="00435238">
        <w:t>Daily checklists</w:t>
      </w:r>
    </w:p>
    <w:p w14:paraId="641A70B9" w14:textId="1203E650" w:rsidR="00435238" w:rsidRPr="00435238" w:rsidRDefault="00995DD8" w:rsidP="00435238">
      <w:r>
        <w:t xml:space="preserve">- </w:t>
      </w:r>
      <w:r w:rsidR="00435238">
        <w:t>Scheduled reminders</w:t>
      </w:r>
    </w:p>
    <w:p w14:paraId="65636609" w14:textId="3F16AEC9" w:rsidR="00435238" w:rsidRPr="00435238" w:rsidRDefault="00995DD8" w:rsidP="00435238">
      <w:r>
        <w:t xml:space="preserve">- </w:t>
      </w:r>
      <w:r w:rsidR="00435238">
        <w:t>Secured chat with a care manager</w:t>
      </w:r>
    </w:p>
    <w:p w14:paraId="314E58A3" w14:textId="731B0863" w:rsidR="00435238" w:rsidRPr="00435238" w:rsidRDefault="00995DD8" w:rsidP="00435238">
      <w:r>
        <w:t xml:space="preserve">- </w:t>
      </w:r>
      <w:r w:rsidR="00435238">
        <w:t>Real-time data dashboards</w:t>
      </w:r>
    </w:p>
    <w:p w14:paraId="25AB383D" w14:textId="5F04B82F" w:rsidR="00435238" w:rsidRPr="00435238" w:rsidRDefault="00995DD8" w:rsidP="00435238">
      <w:r>
        <w:t xml:space="preserve">- </w:t>
      </w:r>
      <w:r w:rsidR="00435238">
        <w:t>A curated library of helpful content</w:t>
      </w:r>
    </w:p>
    <w:p w14:paraId="34993987" w14:textId="77777777" w:rsidR="00435238" w:rsidRDefault="00435238" w:rsidP="00435238">
      <w:r>
        <w:t>Eligible team members will receive an invite from BCBSND if they appear to be a good candidate for this tool. Alternatively, members can contact BCBSND Care Management at 701-277-2100 or 1-800-336-2488, Monday through Friday, 8:30 AM to 4:30P PM CT to see if they qualify.</w:t>
      </w:r>
    </w:p>
    <w:p w14:paraId="7540C0D0" w14:textId="77777777" w:rsidR="00435238" w:rsidRDefault="00435238" w:rsidP="00435238">
      <w:r>
        <w:t xml:space="preserve">Learn more about this new app at </w:t>
      </w:r>
      <w:hyperlink r:id="rId11" w:history="1">
        <w:r w:rsidRPr="00190955">
          <w:t>www.bcbsnd.com/care-connect</w:t>
        </w:r>
      </w:hyperlink>
      <w:r>
        <w:t>.</w:t>
      </w:r>
    </w:p>
    <w:p w14:paraId="53F6A56B" w14:textId="77777777" w:rsidR="00E90D93" w:rsidRDefault="00E90D93">
      <w:pPr>
        <w:spacing w:after="0"/>
        <w:rPr>
          <w:rFonts w:cs="Arial"/>
          <w:b/>
          <w:bCs/>
          <w:caps/>
          <w:color w:val="0093D0" w:themeColor="accent1"/>
          <w:sz w:val="36"/>
          <w:szCs w:val="36"/>
        </w:rPr>
      </w:pPr>
      <w:r>
        <w:br w:type="page"/>
      </w:r>
    </w:p>
    <w:p w14:paraId="14655E83" w14:textId="7E851EAC" w:rsidR="00435238" w:rsidRDefault="00435238" w:rsidP="00435238">
      <w:pPr>
        <w:pStyle w:val="Heading1"/>
      </w:pPr>
      <w:r>
        <w:lastRenderedPageBreak/>
        <w:t>Short Article for Newsletter or email</w:t>
      </w:r>
    </w:p>
    <w:p w14:paraId="574379C6" w14:textId="7FB3F9D9" w:rsidR="00435238" w:rsidRDefault="00435238" w:rsidP="00435238">
      <w:pPr>
        <w:pStyle w:val="BODY"/>
      </w:pPr>
      <w:r>
        <w:t xml:space="preserve">Copy and paste the following content for short articles on your company intranet or as a short email story. </w:t>
      </w:r>
    </w:p>
    <w:p w14:paraId="23B2FCE3" w14:textId="04518317" w:rsidR="00435238" w:rsidRDefault="00435238" w:rsidP="00435238">
      <w:pPr>
        <w:pStyle w:val="BODY"/>
      </w:pPr>
      <w:r>
        <w:t>Headline:</w:t>
      </w:r>
    </w:p>
    <w:p w14:paraId="3D79D223" w14:textId="77777777" w:rsidR="00435238" w:rsidRPr="00435238" w:rsidRDefault="00435238" w:rsidP="00435238">
      <w:r w:rsidRPr="00435238">
        <w:t>Introducing BCBSND Care Connect from Blue Cross Blue Shield of North Dakota</w:t>
      </w:r>
    </w:p>
    <w:p w14:paraId="74685CD0" w14:textId="77777777" w:rsidR="00435238" w:rsidRDefault="00435238" w:rsidP="00435238">
      <w:pPr>
        <w:pStyle w:val="BODY"/>
      </w:pPr>
    </w:p>
    <w:p w14:paraId="24280A16" w14:textId="3D36A518" w:rsidR="00435238" w:rsidRDefault="00435238" w:rsidP="00435238">
      <w:pPr>
        <w:pStyle w:val="BODY"/>
      </w:pPr>
      <w:r>
        <w:t>Main Message:</w:t>
      </w:r>
    </w:p>
    <w:p w14:paraId="42E8634F" w14:textId="157B4A7C" w:rsidR="00435238" w:rsidRDefault="00435238" w:rsidP="00435238">
      <w:r>
        <w:t xml:space="preserve">Our health insurance provider, Blue Cross Blue Shield of North Dakota (BCBSND), released a new app that gives eligible employees a secured platform to connect with registered nurses and licensed social workers at no cost to them or their employers. The app aims to help these people impact their overall well-being by getting support in adopting healthy habits and managing complex conditions. Learn more about BCBSND Care Connect, including eligibility and features, at </w:t>
      </w:r>
      <w:hyperlink r:id="rId12" w:history="1">
        <w:r w:rsidRPr="00190955">
          <w:t>www.bcbsnd.com/care-connect</w:t>
        </w:r>
      </w:hyperlink>
      <w:r>
        <w:t xml:space="preserve">. </w:t>
      </w:r>
    </w:p>
    <w:p w14:paraId="6468805B" w14:textId="77777777" w:rsidR="0061319B" w:rsidRDefault="0061319B" w:rsidP="0061319B"/>
    <w:p w14:paraId="1811049E" w14:textId="77777777" w:rsidR="0061319B" w:rsidRPr="00D87C9E" w:rsidRDefault="0061319B" w:rsidP="0061319B"/>
    <w:sectPr w:rsidR="0061319B" w:rsidRPr="00D87C9E" w:rsidSect="008F25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2016" w:right="1440" w:bottom="2160" w:left="1440" w:header="720" w:footer="720" w:gutter="0"/>
      <w:pgNumType w:chapSep="em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795B" w14:textId="77777777" w:rsidR="00435238" w:rsidRDefault="00435238">
      <w:r>
        <w:separator/>
      </w:r>
    </w:p>
    <w:p w14:paraId="7972563F" w14:textId="77777777" w:rsidR="00435238" w:rsidRDefault="00435238"/>
  </w:endnote>
  <w:endnote w:type="continuationSeparator" w:id="0">
    <w:p w14:paraId="33E226E2" w14:textId="77777777" w:rsidR="00435238" w:rsidRDefault="00435238">
      <w:r>
        <w:continuationSeparator/>
      </w:r>
    </w:p>
    <w:p w14:paraId="05FA6A25" w14:textId="77777777" w:rsidR="00435238" w:rsidRDefault="004352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C512" w14:textId="77777777" w:rsidR="00174979" w:rsidRDefault="001749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75"/>
      <w:gridCol w:w="1975"/>
    </w:tblGrid>
    <w:tr w:rsidR="008F25E7" w14:paraId="154A13F6" w14:textId="77777777" w:rsidTr="00F54F08">
      <w:tc>
        <w:tcPr>
          <w:tcW w:w="7375" w:type="dxa"/>
        </w:tcPr>
        <w:p w14:paraId="17D913E3" w14:textId="77777777" w:rsidR="008F25E7" w:rsidRDefault="008F25E7" w:rsidP="008F25E7">
          <w:pPr>
            <w:pStyle w:val="Footer"/>
          </w:pPr>
        </w:p>
      </w:tc>
      <w:tc>
        <w:tcPr>
          <w:tcW w:w="1975" w:type="dxa"/>
        </w:tcPr>
        <w:p w14:paraId="7DDCA8F1" w14:textId="77777777" w:rsidR="008F25E7" w:rsidRDefault="008F25E7" w:rsidP="008F25E7">
          <w:pPr>
            <w:pStyle w:val="Footer2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rPr>
              <w:noProof/>
            </w:rPr>
            <w:fldChar w:fldCharType="end"/>
          </w:r>
        </w:p>
      </w:tc>
    </w:tr>
  </w:tbl>
  <w:p w14:paraId="55EC7D89" w14:textId="77777777" w:rsidR="006F551D" w:rsidRPr="008F25E7" w:rsidRDefault="006F551D" w:rsidP="0061319B">
    <w:pPr>
      <w:pStyle w:val="Footer"/>
      <w:jc w:val="center"/>
      <w:rPr>
        <w:rFonts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75"/>
      <w:gridCol w:w="1975"/>
    </w:tblGrid>
    <w:tr w:rsidR="001712E8" w14:paraId="4A5A8D6E" w14:textId="77777777" w:rsidTr="00EC490E">
      <w:tc>
        <w:tcPr>
          <w:tcW w:w="7375" w:type="dxa"/>
        </w:tcPr>
        <w:p w14:paraId="3299D7A7" w14:textId="77777777" w:rsidR="001712E8" w:rsidRDefault="001712E8" w:rsidP="00CA71FD">
          <w:pPr>
            <w:pStyle w:val="Footer"/>
          </w:pPr>
        </w:p>
      </w:tc>
      <w:tc>
        <w:tcPr>
          <w:tcW w:w="1975" w:type="dxa"/>
        </w:tcPr>
        <w:p w14:paraId="52F2DECF" w14:textId="77777777" w:rsidR="001712E8" w:rsidRDefault="001712E8" w:rsidP="00EC490E">
          <w:pPr>
            <w:pStyle w:val="Footer2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rPr>
              <w:noProof/>
            </w:rPr>
            <w:fldChar w:fldCharType="end"/>
          </w:r>
        </w:p>
      </w:tc>
    </w:tr>
  </w:tbl>
  <w:p w14:paraId="0EF093D3" w14:textId="55E0821B" w:rsidR="00BE03B9" w:rsidRPr="0075225C" w:rsidRDefault="00174979" w:rsidP="0075225C">
    <w:pPr>
      <w:pStyle w:val="Footer"/>
      <w:jc w:val="right"/>
      <w:rPr>
        <w:rFonts w:cs="Arial"/>
        <w:sz w:val="12"/>
        <w:szCs w:val="12"/>
      </w:rPr>
    </w:pPr>
    <w:r>
      <w:t xml:space="preserve">BND-23-0431592B </w:t>
    </w:r>
    <w:r w:rsidRPr="00174979">
      <w:t>•</w:t>
    </w:r>
    <w:r>
      <w:t xml:space="preserve"> 10-23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E7E8" w14:textId="77777777" w:rsidR="00435238" w:rsidRDefault="00435238">
      <w:r>
        <w:separator/>
      </w:r>
    </w:p>
    <w:p w14:paraId="51CF8633" w14:textId="77777777" w:rsidR="00435238" w:rsidRDefault="00435238"/>
  </w:footnote>
  <w:footnote w:type="continuationSeparator" w:id="0">
    <w:p w14:paraId="6669F77A" w14:textId="77777777" w:rsidR="00435238" w:rsidRDefault="00435238">
      <w:r>
        <w:continuationSeparator/>
      </w:r>
    </w:p>
    <w:p w14:paraId="0A47E94D" w14:textId="77777777" w:rsidR="00435238" w:rsidRDefault="004352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6500" w14:textId="77777777" w:rsidR="00174979" w:rsidRDefault="001749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2EA9" w14:textId="77777777" w:rsidR="00C451CC" w:rsidRPr="00EE0A03" w:rsidRDefault="00C451CC" w:rsidP="00C451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602B31" wp14:editId="5065BCC8">
          <wp:simplePos x="0" y="0"/>
          <wp:positionH relativeFrom="page">
            <wp:align>right</wp:align>
          </wp:positionH>
          <wp:positionV relativeFrom="paragraph">
            <wp:posOffset>-454660</wp:posOffset>
          </wp:positionV>
          <wp:extent cx="7772400" cy="10058399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idian Healthcare Solutions Word Template_2018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84BBD">
      <w:t xml:space="preserve"> </w:t>
    </w:r>
  </w:p>
  <w:p w14:paraId="16C0E63C" w14:textId="77777777" w:rsidR="002F49E4" w:rsidRPr="00EE0A03" w:rsidRDefault="002F49E4" w:rsidP="001A20CA">
    <w:pPr>
      <w:pStyle w:val="Header"/>
    </w:pPr>
    <w:r>
      <w:tab/>
    </w:r>
    <w:r w:rsidRPr="00A84BBD">
      <w:t xml:space="preserve"> </w:t>
    </w:r>
  </w:p>
  <w:p w14:paraId="014D414D" w14:textId="77777777" w:rsidR="006F551D" w:rsidRDefault="005D4641" w:rsidP="005D4641">
    <w:pPr>
      <w:tabs>
        <w:tab w:val="left" w:pos="720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8D29" w14:textId="20EAC447" w:rsidR="005D17C4" w:rsidRPr="00F94E3A" w:rsidRDefault="005D17C4" w:rsidP="005D17C4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A083785" wp14:editId="5846D49D">
          <wp:simplePos x="0" y="0"/>
          <wp:positionH relativeFrom="margin">
            <wp:posOffset>-902525</wp:posOffset>
          </wp:positionH>
          <wp:positionV relativeFrom="paragraph">
            <wp:posOffset>-445325</wp:posOffset>
          </wp:positionV>
          <wp:extent cx="7755889" cy="100370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idian Healthcare Solutions Word Template_2018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5889" cy="10037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238">
      <w:t>BCBSND Care Connect</w:t>
    </w:r>
  </w:p>
  <w:p w14:paraId="4ABBCEC1" w14:textId="171072C9" w:rsidR="00C451CC" w:rsidRPr="00C451CC" w:rsidRDefault="00435238" w:rsidP="00435238">
    <w:pPr>
      <w:pStyle w:val="HEADER2"/>
    </w:pPr>
    <w:r>
      <w:t>Content for Intranet Features, Newsletters and Emails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269F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A67EF"/>
    <w:multiLevelType w:val="hybridMultilevel"/>
    <w:tmpl w:val="CD20E4A6"/>
    <w:lvl w:ilvl="0" w:tplc="1F5EC9CA">
      <w:start w:val="1"/>
      <w:numFmt w:val="bullet"/>
      <w:pStyle w:val="TABLEBULLETS2"/>
      <w:lvlText w:val=""/>
      <w:lvlJc w:val="left"/>
      <w:pPr>
        <w:ind w:left="432" w:hanging="360"/>
      </w:pPr>
      <w:rPr>
        <w:rFonts w:ascii="Symbol" w:hAnsi="Symbol" w:hint="default"/>
        <w:color w:val="0095BE"/>
        <w:sz w:val="14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05AA0141"/>
    <w:multiLevelType w:val="hybridMultilevel"/>
    <w:tmpl w:val="6554BED6"/>
    <w:lvl w:ilvl="0" w:tplc="79ECC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A228B"/>
    <w:multiLevelType w:val="hybridMultilevel"/>
    <w:tmpl w:val="0C1E5F62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DD830B1"/>
    <w:multiLevelType w:val="hybridMultilevel"/>
    <w:tmpl w:val="3748447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ED32ED"/>
    <w:multiLevelType w:val="hybridMultilevel"/>
    <w:tmpl w:val="36C46F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15149CB"/>
    <w:multiLevelType w:val="hybridMultilevel"/>
    <w:tmpl w:val="86F6F7E8"/>
    <w:lvl w:ilvl="0" w:tplc="2ED28D68">
      <w:start w:val="1"/>
      <w:numFmt w:val="decimal"/>
      <w:pStyle w:val="NUMBERS2"/>
      <w:lvlText w:val="%1."/>
      <w:lvlJc w:val="left"/>
      <w:pPr>
        <w:tabs>
          <w:tab w:val="num" w:pos="792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9A4A5F"/>
    <w:multiLevelType w:val="hybridMultilevel"/>
    <w:tmpl w:val="91E2E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25986"/>
    <w:multiLevelType w:val="hybridMultilevel"/>
    <w:tmpl w:val="77AA2E80"/>
    <w:lvl w:ilvl="0" w:tplc="DD883EDE">
      <w:start w:val="1"/>
      <w:numFmt w:val="lowerLetter"/>
      <w:pStyle w:val="LETTERS3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5F09D9"/>
    <w:multiLevelType w:val="multilevel"/>
    <w:tmpl w:val="E3B2C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D75F9"/>
    <w:multiLevelType w:val="hybridMultilevel"/>
    <w:tmpl w:val="0512BD50"/>
    <w:lvl w:ilvl="0" w:tplc="C8B211A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93D0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B6C64"/>
    <w:multiLevelType w:val="hybridMultilevel"/>
    <w:tmpl w:val="6F7C5562"/>
    <w:lvl w:ilvl="0" w:tplc="58E49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3D0" w:themeColor="accent1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91552"/>
    <w:multiLevelType w:val="multilevel"/>
    <w:tmpl w:val="58E4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BE01AC"/>
    <w:multiLevelType w:val="multilevel"/>
    <w:tmpl w:val="81E4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342654"/>
    <w:multiLevelType w:val="hybridMultilevel"/>
    <w:tmpl w:val="880EFACA"/>
    <w:lvl w:ilvl="0" w:tplc="2E7A8168">
      <w:start w:val="1"/>
      <w:numFmt w:val="decimal"/>
      <w:pStyle w:val="NUMBERS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1B7E33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DE80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9CEA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BEAA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A699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16B0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A07E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5AFD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240E5C"/>
    <w:multiLevelType w:val="hybridMultilevel"/>
    <w:tmpl w:val="07800A46"/>
    <w:lvl w:ilvl="0" w:tplc="B1162D12">
      <w:start w:val="1"/>
      <w:numFmt w:val="decimal"/>
      <w:pStyle w:val="NUMBERS3"/>
      <w:lvlText w:val="%1."/>
      <w:lvlJc w:val="left"/>
      <w:pPr>
        <w:tabs>
          <w:tab w:val="num" w:pos="792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116D76"/>
    <w:multiLevelType w:val="hybridMultilevel"/>
    <w:tmpl w:val="CBDC45BA"/>
    <w:lvl w:ilvl="0" w:tplc="892CDB0A">
      <w:start w:val="1"/>
      <w:numFmt w:val="lowerLetter"/>
      <w:pStyle w:val="LETTERS1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14427"/>
    <w:multiLevelType w:val="multilevel"/>
    <w:tmpl w:val="5BDEC980"/>
    <w:styleLink w:val="BULLETSTAB"/>
    <w:lvl w:ilvl="0">
      <w:start w:val="1"/>
      <w:numFmt w:val="bullet"/>
      <w:pStyle w:val="BULLETS"/>
      <w:lvlText w:val=""/>
      <w:lvlJc w:val="left"/>
      <w:pPr>
        <w:ind w:left="360" w:hanging="360"/>
      </w:pPr>
      <w:rPr>
        <w:rFonts w:ascii="Wingdings" w:hAnsi="Wingdings" w:hint="default"/>
        <w:color w:val="0093D0" w:themeColor="accent1"/>
      </w:rPr>
    </w:lvl>
    <w:lvl w:ilvl="1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0093D0" w:themeColor="accent1"/>
      </w:rPr>
    </w:lvl>
    <w:lvl w:ilvl="2">
      <w:start w:val="1"/>
      <w:numFmt w:val="bullet"/>
      <w:pStyle w:val="BULLETS3"/>
      <w:lvlText w:val="–"/>
      <w:lvlJc w:val="left"/>
      <w:pPr>
        <w:ind w:left="1080" w:hanging="360"/>
      </w:pPr>
      <w:rPr>
        <w:rFonts w:ascii="Arial" w:hAnsi="Arial" w:hint="default"/>
        <w:color w:val="0093D0" w:themeColor="accen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E0A18A6"/>
    <w:multiLevelType w:val="hybridMultilevel"/>
    <w:tmpl w:val="92925DEC"/>
    <w:lvl w:ilvl="0" w:tplc="FEFCCC56">
      <w:start w:val="1"/>
      <w:numFmt w:val="bullet"/>
      <w:pStyle w:val="TABLEBULLETS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0095BE"/>
        <w:sz w:val="1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10560"/>
    <w:multiLevelType w:val="hybridMultilevel"/>
    <w:tmpl w:val="D28AA5E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0" w15:restartNumberingAfterBreak="0">
    <w:nsid w:val="630C0F21"/>
    <w:multiLevelType w:val="hybridMultilevel"/>
    <w:tmpl w:val="ECF63220"/>
    <w:lvl w:ilvl="0" w:tplc="6C30D6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0093D0" w:themeColor="accent1"/>
        <w:sz w:val="24"/>
        <w:u w:val="no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B796C"/>
    <w:multiLevelType w:val="hybridMultilevel"/>
    <w:tmpl w:val="38AEF8E8"/>
    <w:lvl w:ilvl="0" w:tplc="444C6D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6001CC"/>
    <w:multiLevelType w:val="multilevel"/>
    <w:tmpl w:val="30CC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450691"/>
    <w:multiLevelType w:val="hybridMultilevel"/>
    <w:tmpl w:val="5386B5B4"/>
    <w:lvl w:ilvl="0" w:tplc="78C21C16">
      <w:start w:val="1"/>
      <w:numFmt w:val="lowerLetter"/>
      <w:pStyle w:val="LETTERS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0D6710"/>
    <w:multiLevelType w:val="multilevel"/>
    <w:tmpl w:val="4C7CA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048530">
    <w:abstractNumId w:val="10"/>
  </w:num>
  <w:num w:numId="2" w16cid:durableId="1920552167">
    <w:abstractNumId w:val="20"/>
  </w:num>
  <w:num w:numId="3" w16cid:durableId="1120029096">
    <w:abstractNumId w:val="11"/>
  </w:num>
  <w:num w:numId="4" w16cid:durableId="666792133">
    <w:abstractNumId w:val="6"/>
  </w:num>
  <w:num w:numId="5" w16cid:durableId="1096561095">
    <w:abstractNumId w:val="15"/>
  </w:num>
  <w:num w:numId="6" w16cid:durableId="1068916770">
    <w:abstractNumId w:val="14"/>
  </w:num>
  <w:num w:numId="7" w16cid:durableId="1298492297">
    <w:abstractNumId w:val="18"/>
  </w:num>
  <w:num w:numId="8" w16cid:durableId="1308362802">
    <w:abstractNumId w:val="1"/>
  </w:num>
  <w:num w:numId="9" w16cid:durableId="40829731">
    <w:abstractNumId w:val="18"/>
  </w:num>
  <w:num w:numId="10" w16cid:durableId="1625504567">
    <w:abstractNumId w:val="1"/>
  </w:num>
  <w:num w:numId="11" w16cid:durableId="1006447049">
    <w:abstractNumId w:val="1"/>
  </w:num>
  <w:num w:numId="12" w16cid:durableId="1417239751">
    <w:abstractNumId w:val="9"/>
  </w:num>
  <w:num w:numId="13" w16cid:durableId="922908100">
    <w:abstractNumId w:val="12"/>
  </w:num>
  <w:num w:numId="14" w16cid:durableId="415371683">
    <w:abstractNumId w:val="24"/>
  </w:num>
  <w:num w:numId="15" w16cid:durableId="303394199">
    <w:abstractNumId w:val="13"/>
  </w:num>
  <w:num w:numId="16" w16cid:durableId="1943151412">
    <w:abstractNumId w:val="22"/>
  </w:num>
  <w:num w:numId="17" w16cid:durableId="620574112">
    <w:abstractNumId w:val="24"/>
  </w:num>
  <w:num w:numId="18" w16cid:durableId="606079980">
    <w:abstractNumId w:val="21"/>
  </w:num>
  <w:num w:numId="19" w16cid:durableId="1833912344">
    <w:abstractNumId w:val="0"/>
  </w:num>
  <w:num w:numId="20" w16cid:durableId="1108546045">
    <w:abstractNumId w:val="7"/>
  </w:num>
  <w:num w:numId="21" w16cid:durableId="1232816824">
    <w:abstractNumId w:val="19"/>
  </w:num>
  <w:num w:numId="22" w16cid:durableId="1925457620">
    <w:abstractNumId w:val="5"/>
  </w:num>
  <w:num w:numId="23" w16cid:durableId="1477531825">
    <w:abstractNumId w:val="4"/>
  </w:num>
  <w:num w:numId="24" w16cid:durableId="278680004">
    <w:abstractNumId w:val="3"/>
  </w:num>
  <w:num w:numId="25" w16cid:durableId="2076387420">
    <w:abstractNumId w:val="16"/>
  </w:num>
  <w:num w:numId="26" w16cid:durableId="1325936690">
    <w:abstractNumId w:val="16"/>
    <w:lvlOverride w:ilvl="0">
      <w:startOverride w:val="1"/>
    </w:lvlOverride>
  </w:num>
  <w:num w:numId="27" w16cid:durableId="93136731">
    <w:abstractNumId w:val="16"/>
    <w:lvlOverride w:ilvl="0">
      <w:startOverride w:val="1"/>
    </w:lvlOverride>
  </w:num>
  <w:num w:numId="28" w16cid:durableId="1794252090">
    <w:abstractNumId w:val="16"/>
    <w:lvlOverride w:ilvl="0">
      <w:startOverride w:val="1"/>
    </w:lvlOverride>
  </w:num>
  <w:num w:numId="29" w16cid:durableId="134303018">
    <w:abstractNumId w:val="16"/>
    <w:lvlOverride w:ilvl="0">
      <w:startOverride w:val="1"/>
    </w:lvlOverride>
  </w:num>
  <w:num w:numId="30" w16cid:durableId="1470978487">
    <w:abstractNumId w:val="16"/>
    <w:lvlOverride w:ilvl="0">
      <w:startOverride w:val="1"/>
    </w:lvlOverride>
  </w:num>
  <w:num w:numId="31" w16cid:durableId="1549876016">
    <w:abstractNumId w:val="16"/>
    <w:lvlOverride w:ilvl="0">
      <w:startOverride w:val="1"/>
    </w:lvlOverride>
  </w:num>
  <w:num w:numId="32" w16cid:durableId="980616437">
    <w:abstractNumId w:val="16"/>
    <w:lvlOverride w:ilvl="0">
      <w:startOverride w:val="1"/>
    </w:lvlOverride>
  </w:num>
  <w:num w:numId="33" w16cid:durableId="1405878567">
    <w:abstractNumId w:val="8"/>
  </w:num>
  <w:num w:numId="34" w16cid:durableId="835802879">
    <w:abstractNumId w:val="23"/>
  </w:num>
  <w:num w:numId="35" w16cid:durableId="1009217493">
    <w:abstractNumId w:val="17"/>
  </w:num>
  <w:num w:numId="36" w16cid:durableId="91705922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attachedTemplate r:id="rId1"/>
  <w:stylePaneFormatFilter w:val="B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ocumentProtection w:formatting="1" w:enforcement="1" w:cryptProviderType="rsaAES" w:cryptAlgorithmClass="hash" w:cryptAlgorithmType="typeAny" w:cryptAlgorithmSid="14" w:cryptSpinCount="100000" w:hash="tkGlD6VuLkrZTV/cTPSYogK0TIJDwG+wJqnh1vJkAoT+hO9jd1u1IDBz4bXneordpQfekmZP9nMBodGTTN1eSg==" w:salt="qykG38z0oJONTGgoKBC/Yw=="/>
  <w:styleLockQFSet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38"/>
    <w:rsid w:val="000002D8"/>
    <w:rsid w:val="00011325"/>
    <w:rsid w:val="0002553D"/>
    <w:rsid w:val="00040B21"/>
    <w:rsid w:val="000466DC"/>
    <w:rsid w:val="0006313B"/>
    <w:rsid w:val="00065A00"/>
    <w:rsid w:val="000841D8"/>
    <w:rsid w:val="0009037F"/>
    <w:rsid w:val="00092B96"/>
    <w:rsid w:val="000A2AD1"/>
    <w:rsid w:val="000A6448"/>
    <w:rsid w:val="000A7F7E"/>
    <w:rsid w:val="000B0D39"/>
    <w:rsid w:val="000B74D2"/>
    <w:rsid w:val="000C1D6B"/>
    <w:rsid w:val="000C2D77"/>
    <w:rsid w:val="000D572F"/>
    <w:rsid w:val="000E4040"/>
    <w:rsid w:val="000E7145"/>
    <w:rsid w:val="000F1EDD"/>
    <w:rsid w:val="000F4747"/>
    <w:rsid w:val="001030CA"/>
    <w:rsid w:val="00114F9E"/>
    <w:rsid w:val="001212C7"/>
    <w:rsid w:val="001267AB"/>
    <w:rsid w:val="00130BC7"/>
    <w:rsid w:val="00130CC0"/>
    <w:rsid w:val="0013202E"/>
    <w:rsid w:val="00141A70"/>
    <w:rsid w:val="00153E52"/>
    <w:rsid w:val="00163F53"/>
    <w:rsid w:val="001712E8"/>
    <w:rsid w:val="00174979"/>
    <w:rsid w:val="00183F59"/>
    <w:rsid w:val="001870E3"/>
    <w:rsid w:val="00190959"/>
    <w:rsid w:val="001A20CA"/>
    <w:rsid w:val="001B28BF"/>
    <w:rsid w:val="001C67FC"/>
    <w:rsid w:val="001D64C0"/>
    <w:rsid w:val="001E0938"/>
    <w:rsid w:val="001F567F"/>
    <w:rsid w:val="00202E17"/>
    <w:rsid w:val="0021190B"/>
    <w:rsid w:val="0021759C"/>
    <w:rsid w:val="00234779"/>
    <w:rsid w:val="0024603E"/>
    <w:rsid w:val="00247246"/>
    <w:rsid w:val="002477F0"/>
    <w:rsid w:val="00252BBE"/>
    <w:rsid w:val="00256E29"/>
    <w:rsid w:val="002645F6"/>
    <w:rsid w:val="00270218"/>
    <w:rsid w:val="002869F4"/>
    <w:rsid w:val="00293786"/>
    <w:rsid w:val="0029740A"/>
    <w:rsid w:val="002A0B69"/>
    <w:rsid w:val="002B5ECD"/>
    <w:rsid w:val="002C1073"/>
    <w:rsid w:val="002C5DF2"/>
    <w:rsid w:val="002F32E6"/>
    <w:rsid w:val="002F40E7"/>
    <w:rsid w:val="002F49E4"/>
    <w:rsid w:val="002F5AFB"/>
    <w:rsid w:val="002F5D60"/>
    <w:rsid w:val="002F6A26"/>
    <w:rsid w:val="00301A20"/>
    <w:rsid w:val="00303FFB"/>
    <w:rsid w:val="0030468E"/>
    <w:rsid w:val="00320121"/>
    <w:rsid w:val="00322437"/>
    <w:rsid w:val="00343048"/>
    <w:rsid w:val="0034332F"/>
    <w:rsid w:val="00350981"/>
    <w:rsid w:val="00357CF2"/>
    <w:rsid w:val="00370127"/>
    <w:rsid w:val="00381C8A"/>
    <w:rsid w:val="00384EFA"/>
    <w:rsid w:val="00395B09"/>
    <w:rsid w:val="003A4DC4"/>
    <w:rsid w:val="003B7045"/>
    <w:rsid w:val="003D257B"/>
    <w:rsid w:val="003D3318"/>
    <w:rsid w:val="003D3A7F"/>
    <w:rsid w:val="003D6569"/>
    <w:rsid w:val="003E4FD2"/>
    <w:rsid w:val="003F0C65"/>
    <w:rsid w:val="003F3F60"/>
    <w:rsid w:val="00402DEB"/>
    <w:rsid w:val="004134CD"/>
    <w:rsid w:val="00430529"/>
    <w:rsid w:val="00433F1A"/>
    <w:rsid w:val="00435238"/>
    <w:rsid w:val="004407CB"/>
    <w:rsid w:val="0045020F"/>
    <w:rsid w:val="00484B95"/>
    <w:rsid w:val="004909F6"/>
    <w:rsid w:val="004B49C5"/>
    <w:rsid w:val="004C27D1"/>
    <w:rsid w:val="004C6E90"/>
    <w:rsid w:val="004D076F"/>
    <w:rsid w:val="004D4D47"/>
    <w:rsid w:val="004E0386"/>
    <w:rsid w:val="00504C6F"/>
    <w:rsid w:val="0051233E"/>
    <w:rsid w:val="00514A2F"/>
    <w:rsid w:val="005248C1"/>
    <w:rsid w:val="005260B8"/>
    <w:rsid w:val="00550206"/>
    <w:rsid w:val="00575FF6"/>
    <w:rsid w:val="00577848"/>
    <w:rsid w:val="00584286"/>
    <w:rsid w:val="005858A6"/>
    <w:rsid w:val="005864AC"/>
    <w:rsid w:val="00590F2F"/>
    <w:rsid w:val="005A11C9"/>
    <w:rsid w:val="005B14BE"/>
    <w:rsid w:val="005C5C98"/>
    <w:rsid w:val="005D17C4"/>
    <w:rsid w:val="005D4641"/>
    <w:rsid w:val="005E3097"/>
    <w:rsid w:val="00610CF3"/>
    <w:rsid w:val="00610E8F"/>
    <w:rsid w:val="0061319B"/>
    <w:rsid w:val="00631CE8"/>
    <w:rsid w:val="006359FC"/>
    <w:rsid w:val="00636A63"/>
    <w:rsid w:val="00664912"/>
    <w:rsid w:val="00664A35"/>
    <w:rsid w:val="00664BF6"/>
    <w:rsid w:val="00666BB9"/>
    <w:rsid w:val="00691588"/>
    <w:rsid w:val="00694225"/>
    <w:rsid w:val="00694989"/>
    <w:rsid w:val="006A46FA"/>
    <w:rsid w:val="006A6FF2"/>
    <w:rsid w:val="006B5AA8"/>
    <w:rsid w:val="006D54BC"/>
    <w:rsid w:val="006D7727"/>
    <w:rsid w:val="006F551D"/>
    <w:rsid w:val="007073EF"/>
    <w:rsid w:val="00712E6B"/>
    <w:rsid w:val="00715A3C"/>
    <w:rsid w:val="00722836"/>
    <w:rsid w:val="00724B50"/>
    <w:rsid w:val="007262AB"/>
    <w:rsid w:val="00747D5E"/>
    <w:rsid w:val="0075225C"/>
    <w:rsid w:val="00752FC1"/>
    <w:rsid w:val="007600B6"/>
    <w:rsid w:val="00761CCD"/>
    <w:rsid w:val="0076317C"/>
    <w:rsid w:val="00765439"/>
    <w:rsid w:val="007716FD"/>
    <w:rsid w:val="00774F52"/>
    <w:rsid w:val="00785806"/>
    <w:rsid w:val="007871D8"/>
    <w:rsid w:val="0079642A"/>
    <w:rsid w:val="007A06E9"/>
    <w:rsid w:val="007A4FA9"/>
    <w:rsid w:val="007A6F88"/>
    <w:rsid w:val="007C53F8"/>
    <w:rsid w:val="007D6E90"/>
    <w:rsid w:val="007F0901"/>
    <w:rsid w:val="007F4942"/>
    <w:rsid w:val="007F518F"/>
    <w:rsid w:val="00800992"/>
    <w:rsid w:val="00806E72"/>
    <w:rsid w:val="00810D34"/>
    <w:rsid w:val="00813A21"/>
    <w:rsid w:val="008144B7"/>
    <w:rsid w:val="008156D0"/>
    <w:rsid w:val="008204B7"/>
    <w:rsid w:val="008412EE"/>
    <w:rsid w:val="008437E6"/>
    <w:rsid w:val="008438AC"/>
    <w:rsid w:val="00862EA9"/>
    <w:rsid w:val="00867234"/>
    <w:rsid w:val="00873A57"/>
    <w:rsid w:val="00875936"/>
    <w:rsid w:val="00884D45"/>
    <w:rsid w:val="00892B82"/>
    <w:rsid w:val="008A356D"/>
    <w:rsid w:val="008A69CF"/>
    <w:rsid w:val="008B1E37"/>
    <w:rsid w:val="008B21D7"/>
    <w:rsid w:val="008C28AA"/>
    <w:rsid w:val="008D3DDD"/>
    <w:rsid w:val="008D5A3F"/>
    <w:rsid w:val="008E1A24"/>
    <w:rsid w:val="008E570F"/>
    <w:rsid w:val="008F25E7"/>
    <w:rsid w:val="008F5302"/>
    <w:rsid w:val="008F72A5"/>
    <w:rsid w:val="00902022"/>
    <w:rsid w:val="00915051"/>
    <w:rsid w:val="00920F91"/>
    <w:rsid w:val="00954587"/>
    <w:rsid w:val="00954D3C"/>
    <w:rsid w:val="00962821"/>
    <w:rsid w:val="00973664"/>
    <w:rsid w:val="00973CFB"/>
    <w:rsid w:val="00974511"/>
    <w:rsid w:val="00980723"/>
    <w:rsid w:val="00983515"/>
    <w:rsid w:val="00984137"/>
    <w:rsid w:val="00985260"/>
    <w:rsid w:val="00987081"/>
    <w:rsid w:val="00995DD8"/>
    <w:rsid w:val="009A10AF"/>
    <w:rsid w:val="009A5787"/>
    <w:rsid w:val="009A6F3A"/>
    <w:rsid w:val="009B37C1"/>
    <w:rsid w:val="009D2795"/>
    <w:rsid w:val="009D4B13"/>
    <w:rsid w:val="009E0473"/>
    <w:rsid w:val="009F6B9D"/>
    <w:rsid w:val="00A06980"/>
    <w:rsid w:val="00A12767"/>
    <w:rsid w:val="00A127C3"/>
    <w:rsid w:val="00A30028"/>
    <w:rsid w:val="00A3245C"/>
    <w:rsid w:val="00A46363"/>
    <w:rsid w:val="00A555D3"/>
    <w:rsid w:val="00A57611"/>
    <w:rsid w:val="00A63DCF"/>
    <w:rsid w:val="00A640C8"/>
    <w:rsid w:val="00A66002"/>
    <w:rsid w:val="00A6634A"/>
    <w:rsid w:val="00A71F00"/>
    <w:rsid w:val="00A7440D"/>
    <w:rsid w:val="00A7598F"/>
    <w:rsid w:val="00A84BBD"/>
    <w:rsid w:val="00A95D83"/>
    <w:rsid w:val="00A96DBB"/>
    <w:rsid w:val="00A978D6"/>
    <w:rsid w:val="00AB3377"/>
    <w:rsid w:val="00AB55CF"/>
    <w:rsid w:val="00AB5F8F"/>
    <w:rsid w:val="00AC0DF3"/>
    <w:rsid w:val="00AC6DF4"/>
    <w:rsid w:val="00AE0BE4"/>
    <w:rsid w:val="00AE601F"/>
    <w:rsid w:val="00AE73FE"/>
    <w:rsid w:val="00AF49D0"/>
    <w:rsid w:val="00B04353"/>
    <w:rsid w:val="00B067A0"/>
    <w:rsid w:val="00B10E43"/>
    <w:rsid w:val="00B20432"/>
    <w:rsid w:val="00B4344D"/>
    <w:rsid w:val="00B46647"/>
    <w:rsid w:val="00B528AB"/>
    <w:rsid w:val="00B648CE"/>
    <w:rsid w:val="00B7010F"/>
    <w:rsid w:val="00B73662"/>
    <w:rsid w:val="00B85C4E"/>
    <w:rsid w:val="00B879BA"/>
    <w:rsid w:val="00B92630"/>
    <w:rsid w:val="00B949CC"/>
    <w:rsid w:val="00B94F51"/>
    <w:rsid w:val="00B97858"/>
    <w:rsid w:val="00BA288E"/>
    <w:rsid w:val="00BA394E"/>
    <w:rsid w:val="00BA630D"/>
    <w:rsid w:val="00BB09DC"/>
    <w:rsid w:val="00BB4777"/>
    <w:rsid w:val="00BB702E"/>
    <w:rsid w:val="00BC064C"/>
    <w:rsid w:val="00BE03B9"/>
    <w:rsid w:val="00BE4284"/>
    <w:rsid w:val="00BE45D9"/>
    <w:rsid w:val="00BF0B5E"/>
    <w:rsid w:val="00BF5D21"/>
    <w:rsid w:val="00C024EA"/>
    <w:rsid w:val="00C03562"/>
    <w:rsid w:val="00C130CE"/>
    <w:rsid w:val="00C133CC"/>
    <w:rsid w:val="00C13D0F"/>
    <w:rsid w:val="00C20CF1"/>
    <w:rsid w:val="00C372D2"/>
    <w:rsid w:val="00C401A7"/>
    <w:rsid w:val="00C43264"/>
    <w:rsid w:val="00C451CC"/>
    <w:rsid w:val="00C67C0A"/>
    <w:rsid w:val="00C706A6"/>
    <w:rsid w:val="00C70910"/>
    <w:rsid w:val="00C70B94"/>
    <w:rsid w:val="00C86A4A"/>
    <w:rsid w:val="00C94F09"/>
    <w:rsid w:val="00CA5058"/>
    <w:rsid w:val="00CA71FD"/>
    <w:rsid w:val="00CB1EC9"/>
    <w:rsid w:val="00CB6D49"/>
    <w:rsid w:val="00CC0368"/>
    <w:rsid w:val="00CC7572"/>
    <w:rsid w:val="00CD5738"/>
    <w:rsid w:val="00CE2AD4"/>
    <w:rsid w:val="00CF0A41"/>
    <w:rsid w:val="00D05563"/>
    <w:rsid w:val="00D21213"/>
    <w:rsid w:val="00D21763"/>
    <w:rsid w:val="00D21951"/>
    <w:rsid w:val="00D32912"/>
    <w:rsid w:val="00D371EE"/>
    <w:rsid w:val="00D51B62"/>
    <w:rsid w:val="00D5620D"/>
    <w:rsid w:val="00D76668"/>
    <w:rsid w:val="00D87C9E"/>
    <w:rsid w:val="00DA307A"/>
    <w:rsid w:val="00DB26B1"/>
    <w:rsid w:val="00DE3E26"/>
    <w:rsid w:val="00DE67E7"/>
    <w:rsid w:val="00DF4C33"/>
    <w:rsid w:val="00E00762"/>
    <w:rsid w:val="00E0654C"/>
    <w:rsid w:val="00E165D0"/>
    <w:rsid w:val="00E359D5"/>
    <w:rsid w:val="00E52F74"/>
    <w:rsid w:val="00E57745"/>
    <w:rsid w:val="00E65211"/>
    <w:rsid w:val="00E74697"/>
    <w:rsid w:val="00E85EBC"/>
    <w:rsid w:val="00E90D93"/>
    <w:rsid w:val="00E932C4"/>
    <w:rsid w:val="00EA4286"/>
    <w:rsid w:val="00EB2C2E"/>
    <w:rsid w:val="00EB32F6"/>
    <w:rsid w:val="00EC3844"/>
    <w:rsid w:val="00EC490E"/>
    <w:rsid w:val="00EE0A03"/>
    <w:rsid w:val="00EF2023"/>
    <w:rsid w:val="00EF3718"/>
    <w:rsid w:val="00EF4425"/>
    <w:rsid w:val="00EF599C"/>
    <w:rsid w:val="00F01646"/>
    <w:rsid w:val="00F21598"/>
    <w:rsid w:val="00F22446"/>
    <w:rsid w:val="00F251B7"/>
    <w:rsid w:val="00F305B0"/>
    <w:rsid w:val="00F44714"/>
    <w:rsid w:val="00F70AC3"/>
    <w:rsid w:val="00F71560"/>
    <w:rsid w:val="00F810C7"/>
    <w:rsid w:val="00F845EE"/>
    <w:rsid w:val="00F87C39"/>
    <w:rsid w:val="00F93C41"/>
    <w:rsid w:val="00F94E3A"/>
    <w:rsid w:val="00FA37BA"/>
    <w:rsid w:val="00FA6FE1"/>
    <w:rsid w:val="00FB3341"/>
    <w:rsid w:val="00FC4B4A"/>
    <w:rsid w:val="00FE02AC"/>
    <w:rsid w:val="00FE096B"/>
    <w:rsid w:val="00FE3CC4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66AFCE"/>
  <w14:defaultImageDpi w14:val="0"/>
  <w15:docId w15:val="{2E977ECE-46AA-4CB8-BC80-FBA6A589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/>
    <w:lsdException w:name="heading 1" w:locked="0" w:qFormat="1"/>
    <w:lsdException w:name="heading 2" w:locked="0" w:uiPriority="9" w:qFormat="1"/>
    <w:lsdException w:name="heading 3" w:locked="0" w:qFormat="1"/>
    <w:lsdException w:name="heading 4" w:locked="0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iPriority="99" w:unhideWhenUsed="1" w:qFormat="1"/>
    <w:lsdException w:name="footer" w:locked="0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locked="0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next w:val="BODY"/>
    <w:rsid w:val="00343048"/>
    <w:pPr>
      <w:spacing w:after="160"/>
    </w:pPr>
    <w:rPr>
      <w:rFonts w:ascii="Arial" w:hAnsi="Arial"/>
      <w:sz w:val="22"/>
      <w:szCs w:val="24"/>
    </w:rPr>
  </w:style>
  <w:style w:type="paragraph" w:styleId="Heading1">
    <w:name w:val="heading 1"/>
    <w:aliases w:val="HEADING_1"/>
    <w:basedOn w:val="Normal"/>
    <w:next w:val="BODY"/>
    <w:link w:val="Heading1Char"/>
    <w:uiPriority w:val="9"/>
    <w:qFormat/>
    <w:rsid w:val="001712E8"/>
    <w:pPr>
      <w:spacing w:before="180" w:after="120"/>
      <w:outlineLvl w:val="0"/>
    </w:pPr>
    <w:rPr>
      <w:rFonts w:cs="Arial"/>
      <w:b/>
      <w:bCs/>
      <w:caps/>
      <w:color w:val="0093D0" w:themeColor="accent1"/>
      <w:sz w:val="36"/>
      <w:szCs w:val="36"/>
    </w:rPr>
  </w:style>
  <w:style w:type="paragraph" w:styleId="Heading2">
    <w:name w:val="heading 2"/>
    <w:aliases w:val="HEADING_2"/>
    <w:basedOn w:val="Normal"/>
    <w:next w:val="BODY"/>
    <w:link w:val="Heading2Char"/>
    <w:uiPriority w:val="9"/>
    <w:qFormat/>
    <w:rsid w:val="001712E8"/>
    <w:pPr>
      <w:spacing w:before="240" w:after="120"/>
      <w:outlineLvl w:val="1"/>
    </w:pPr>
    <w:rPr>
      <w:rFonts w:cs="Arial"/>
      <w:b/>
      <w:bCs/>
      <w:color w:val="636466" w:themeColor="text2"/>
      <w:sz w:val="32"/>
      <w:szCs w:val="32"/>
    </w:rPr>
  </w:style>
  <w:style w:type="paragraph" w:styleId="Heading3">
    <w:name w:val="heading 3"/>
    <w:aliases w:val="HEADING_3"/>
    <w:basedOn w:val="Normal"/>
    <w:next w:val="BODY"/>
    <w:link w:val="Heading3Char"/>
    <w:uiPriority w:val="9"/>
    <w:qFormat/>
    <w:rsid w:val="00B067A0"/>
    <w:pPr>
      <w:spacing w:before="160" w:after="120"/>
      <w:outlineLvl w:val="2"/>
    </w:pPr>
    <w:rPr>
      <w:rFonts w:cs="Arial"/>
      <w:b/>
      <w:bCs/>
      <w:color w:val="006CA3" w:themeColor="accent5"/>
      <w:sz w:val="28"/>
      <w:szCs w:val="28"/>
      <w:lang w:val="en"/>
    </w:rPr>
  </w:style>
  <w:style w:type="paragraph" w:styleId="Heading4">
    <w:name w:val="heading 4"/>
    <w:aliases w:val="HEADING_4"/>
    <w:basedOn w:val="Normal"/>
    <w:next w:val="BODY"/>
    <w:link w:val="Heading4Char"/>
    <w:uiPriority w:val="9"/>
    <w:qFormat/>
    <w:rsid w:val="00CD5738"/>
    <w:pPr>
      <w:spacing w:before="160" w:after="40"/>
      <w:outlineLvl w:val="3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_1 Char"/>
    <w:link w:val="Heading1"/>
    <w:uiPriority w:val="9"/>
    <w:locked/>
    <w:rsid w:val="001712E8"/>
    <w:rPr>
      <w:rFonts w:ascii="Arial" w:hAnsi="Arial" w:cs="Arial"/>
      <w:b/>
      <w:bCs/>
      <w:caps/>
      <w:color w:val="0093D0" w:themeColor="accent1"/>
      <w:sz w:val="36"/>
      <w:szCs w:val="36"/>
    </w:rPr>
  </w:style>
  <w:style w:type="character" w:customStyle="1" w:styleId="Heading2Char">
    <w:name w:val="Heading 2 Char"/>
    <w:aliases w:val="HEADING_2 Char"/>
    <w:link w:val="Heading2"/>
    <w:uiPriority w:val="9"/>
    <w:locked/>
    <w:rsid w:val="001712E8"/>
    <w:rPr>
      <w:rFonts w:ascii="Arial" w:hAnsi="Arial" w:cs="Arial"/>
      <w:b/>
      <w:bCs/>
      <w:color w:val="636466" w:themeColor="text2"/>
      <w:sz w:val="32"/>
      <w:szCs w:val="32"/>
    </w:rPr>
  </w:style>
  <w:style w:type="character" w:customStyle="1" w:styleId="Heading3Char">
    <w:name w:val="Heading 3 Char"/>
    <w:aliases w:val="HEADING_3 Char"/>
    <w:link w:val="Heading3"/>
    <w:uiPriority w:val="9"/>
    <w:locked/>
    <w:rsid w:val="00B067A0"/>
    <w:rPr>
      <w:rFonts w:ascii="Arial" w:hAnsi="Arial" w:cs="Arial"/>
      <w:b/>
      <w:bCs/>
      <w:color w:val="006CA3" w:themeColor="accent5"/>
      <w:sz w:val="28"/>
      <w:szCs w:val="28"/>
      <w:lang w:val="en"/>
    </w:rPr>
  </w:style>
  <w:style w:type="character" w:customStyle="1" w:styleId="Heading4Char">
    <w:name w:val="Heading 4 Char"/>
    <w:aliases w:val="HEADING_4 Char"/>
    <w:link w:val="Heading4"/>
    <w:uiPriority w:val="9"/>
    <w:locked/>
    <w:rsid w:val="00CD5738"/>
    <w:rPr>
      <w:rFonts w:ascii="Arial" w:hAnsi="Arial"/>
      <w:b/>
      <w:bCs/>
      <w:sz w:val="26"/>
      <w:szCs w:val="26"/>
    </w:rPr>
  </w:style>
  <w:style w:type="paragraph" w:customStyle="1" w:styleId="HEADING5">
    <w:name w:val="HEADING_5"/>
    <w:basedOn w:val="Normal"/>
    <w:next w:val="BODY"/>
    <w:qFormat/>
    <w:rsid w:val="00B067A0"/>
    <w:pPr>
      <w:spacing w:before="120" w:after="0"/>
    </w:pPr>
    <w:rPr>
      <w:rFonts w:cs="Arial"/>
      <w:b/>
      <w:bCs/>
      <w:i/>
      <w:iCs/>
    </w:rPr>
  </w:style>
  <w:style w:type="paragraph" w:customStyle="1" w:styleId="BOLD">
    <w:name w:val="BOLD"/>
    <w:basedOn w:val="Normal"/>
    <w:next w:val="BODY"/>
    <w:qFormat/>
    <w:rsid w:val="00F93C41"/>
    <w:rPr>
      <w:b/>
      <w:bCs/>
    </w:rPr>
  </w:style>
  <w:style w:type="paragraph" w:customStyle="1" w:styleId="BODY">
    <w:name w:val="BODY"/>
    <w:basedOn w:val="Normal"/>
    <w:link w:val="BODYChar"/>
    <w:rsid w:val="00343048"/>
  </w:style>
  <w:style w:type="paragraph" w:customStyle="1" w:styleId="BULLETS">
    <w:name w:val="BULLETS"/>
    <w:basedOn w:val="Normal"/>
    <w:qFormat/>
    <w:rsid w:val="00A95D83"/>
    <w:pPr>
      <w:numPr>
        <w:numId w:val="35"/>
      </w:numPr>
      <w:contextualSpacing/>
    </w:pPr>
  </w:style>
  <w:style w:type="paragraph" w:customStyle="1" w:styleId="BULLETS2">
    <w:name w:val="BULLETS_2"/>
    <w:basedOn w:val="BULLETS"/>
    <w:qFormat/>
    <w:rsid w:val="00D5620D"/>
    <w:pPr>
      <w:numPr>
        <w:ilvl w:val="1"/>
      </w:numPr>
    </w:pPr>
  </w:style>
  <w:style w:type="paragraph" w:customStyle="1" w:styleId="BULLETS3">
    <w:name w:val="BULLETS_3"/>
    <w:basedOn w:val="BULLETS2"/>
    <w:qFormat/>
    <w:rsid w:val="00D5620D"/>
    <w:pPr>
      <w:numPr>
        <w:ilvl w:val="2"/>
      </w:numPr>
    </w:pPr>
  </w:style>
  <w:style w:type="paragraph" w:customStyle="1" w:styleId="NUMBERS">
    <w:name w:val="NUMBERS"/>
    <w:basedOn w:val="Normal"/>
    <w:qFormat/>
    <w:rsid w:val="007262AB"/>
    <w:pPr>
      <w:numPr>
        <w:numId w:val="6"/>
      </w:numPr>
      <w:tabs>
        <w:tab w:val="clear" w:pos="630"/>
        <w:tab w:val="left" w:pos="360"/>
      </w:tabs>
      <w:ind w:left="360"/>
      <w:contextualSpacing/>
    </w:pPr>
  </w:style>
  <w:style w:type="paragraph" w:customStyle="1" w:styleId="NUMBERS2">
    <w:name w:val="NUMBERS_2"/>
    <w:basedOn w:val="Normal"/>
    <w:qFormat/>
    <w:rsid w:val="007262AB"/>
    <w:pPr>
      <w:numPr>
        <w:numId w:val="4"/>
      </w:numPr>
      <w:ind w:left="720"/>
      <w:contextualSpacing/>
    </w:pPr>
  </w:style>
  <w:style w:type="paragraph" w:customStyle="1" w:styleId="NUMBERS3">
    <w:name w:val="NUMBERS_3"/>
    <w:basedOn w:val="Normal"/>
    <w:qFormat/>
    <w:rsid w:val="007262AB"/>
    <w:pPr>
      <w:numPr>
        <w:numId w:val="5"/>
      </w:numPr>
      <w:ind w:left="1080"/>
      <w:contextualSpacing/>
    </w:pPr>
  </w:style>
  <w:style w:type="paragraph" w:customStyle="1" w:styleId="Footer2">
    <w:name w:val="Footer 2"/>
    <w:link w:val="Footer2Char"/>
    <w:qFormat/>
    <w:rsid w:val="00785806"/>
    <w:pPr>
      <w:spacing w:before="120"/>
      <w:jc w:val="right"/>
    </w:pPr>
    <w:rPr>
      <w:rFonts w:ascii="Arial" w:hAnsi="Arial" w:cs="Arial"/>
      <w:sz w:val="16"/>
    </w:rPr>
  </w:style>
  <w:style w:type="character" w:customStyle="1" w:styleId="BOLD-CHARACTER">
    <w:name w:val="BOLD - CHARACTER"/>
    <w:uiPriority w:val="1"/>
    <w:rsid w:val="00130CC0"/>
    <w:rPr>
      <w:rFonts w:cs="Times New Roman"/>
      <w:b/>
    </w:rPr>
  </w:style>
  <w:style w:type="character" w:customStyle="1" w:styleId="ITALIC-CHARACTER">
    <w:name w:val="ITALIC - CHARACTER"/>
    <w:rsid w:val="001B28BF"/>
    <w:rPr>
      <w:rFonts w:cs="Times New Roman"/>
      <w:i/>
      <w:iCs/>
    </w:rPr>
  </w:style>
  <w:style w:type="character" w:customStyle="1" w:styleId="BOLDITALIC-CHARACTER">
    <w:name w:val="BOLD ITALIC - CHARACTER"/>
    <w:rsid w:val="001B28BF"/>
    <w:rPr>
      <w:b/>
      <w:i/>
      <w:u w:val="none"/>
    </w:rPr>
  </w:style>
  <w:style w:type="paragraph" w:customStyle="1" w:styleId="TABLEBULLETS">
    <w:name w:val="TABLE BULLETS"/>
    <w:basedOn w:val="Normal"/>
    <w:qFormat/>
    <w:rsid w:val="007262AB"/>
    <w:pPr>
      <w:numPr>
        <w:numId w:val="9"/>
      </w:numPr>
      <w:spacing w:after="60"/>
      <w:ind w:left="216" w:hanging="216"/>
    </w:pPr>
  </w:style>
  <w:style w:type="table" w:styleId="MediumShading1-Accent4">
    <w:name w:val="Medium Shading 1 Accent 4"/>
    <w:basedOn w:val="TableNormal"/>
    <w:uiPriority w:val="63"/>
    <w:locked/>
    <w:rsid w:val="002F40E7"/>
    <w:tblPr>
      <w:tblStyleRowBandSize w:val="1"/>
      <w:tblStyleColBandSize w:val="1"/>
      <w:tblBorders>
        <w:top w:val="single" w:sz="8" w:space="0" w:color="9E2EAE"/>
        <w:left w:val="single" w:sz="8" w:space="0" w:color="9E2EAE"/>
        <w:bottom w:val="single" w:sz="8" w:space="0" w:color="9E2EAE"/>
        <w:right w:val="single" w:sz="8" w:space="0" w:color="9E2EAE"/>
        <w:insideH w:val="single" w:sz="8" w:space="0" w:color="9E2EAE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E2EAE"/>
          <w:left w:val="single" w:sz="8" w:space="0" w:color="9E2EAE"/>
          <w:bottom w:val="single" w:sz="8" w:space="0" w:color="9E2EAE"/>
          <w:right w:val="single" w:sz="8" w:space="0" w:color="9E2EAE"/>
          <w:insideH w:val="nil"/>
          <w:insideV w:val="nil"/>
        </w:tcBorders>
        <w:shd w:val="clear" w:color="auto" w:fill="591A6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E2EAE"/>
          <w:left w:val="single" w:sz="8" w:space="0" w:color="9E2EAE"/>
          <w:bottom w:val="single" w:sz="8" w:space="0" w:color="9E2EAE"/>
          <w:right w:val="single" w:sz="8" w:space="0" w:color="9E2EAE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4B3EB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4B3EB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rsid w:val="000A2AD1"/>
    <w:rPr>
      <w:rFonts w:cs="Times New Roman"/>
      <w:sz w:val="22"/>
      <w:szCs w:val="24"/>
      <w:lang w:val="en-US" w:eastAsia="en-US"/>
    </w:rPr>
  </w:style>
  <w:style w:type="character" w:styleId="CommentReference">
    <w:name w:val="annotation reference"/>
    <w:uiPriority w:val="99"/>
    <w:semiHidden/>
    <w:locked/>
    <w:rsid w:val="001B28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1B28B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C0368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1B2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Caption1">
    <w:name w:val="Caption1"/>
    <w:basedOn w:val="Normal"/>
    <w:qFormat/>
    <w:rsid w:val="007262AB"/>
    <w:rPr>
      <w:b/>
      <w:bCs/>
      <w:i/>
      <w:iCs/>
      <w:szCs w:val="22"/>
    </w:rPr>
  </w:style>
  <w:style w:type="paragraph" w:styleId="Header">
    <w:name w:val="header"/>
    <w:aliases w:val="HEADER"/>
    <w:basedOn w:val="Normal"/>
    <w:link w:val="HeaderChar"/>
    <w:uiPriority w:val="99"/>
    <w:qFormat/>
    <w:rsid w:val="005D17C4"/>
    <w:pPr>
      <w:tabs>
        <w:tab w:val="center" w:pos="4320"/>
        <w:tab w:val="right" w:pos="8640"/>
      </w:tabs>
      <w:spacing w:after="0"/>
    </w:pPr>
    <w:rPr>
      <w:b/>
      <w:color w:val="0093D0" w:themeColor="accent1"/>
      <w:sz w:val="36"/>
    </w:rPr>
  </w:style>
  <w:style w:type="character" w:customStyle="1" w:styleId="HeaderChar">
    <w:name w:val="Header Char"/>
    <w:aliases w:val="HEADER Char"/>
    <w:link w:val="Header"/>
    <w:uiPriority w:val="99"/>
    <w:locked/>
    <w:rsid w:val="005D17C4"/>
    <w:rPr>
      <w:rFonts w:ascii="Arial" w:hAnsi="Arial"/>
      <w:b/>
      <w:color w:val="0093D0" w:themeColor="accent1"/>
      <w:sz w:val="36"/>
      <w:szCs w:val="24"/>
    </w:rPr>
  </w:style>
  <w:style w:type="table" w:styleId="TableGrid">
    <w:name w:val="Table Grid"/>
    <w:basedOn w:val="TableNormal"/>
    <w:uiPriority w:val="59"/>
    <w:locked/>
    <w:rsid w:val="0026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BULLETS2">
    <w:name w:val="TABLE BULLETS 2"/>
    <w:basedOn w:val="TABLEBULLETS"/>
    <w:qFormat/>
    <w:rsid w:val="006D54BC"/>
    <w:pPr>
      <w:numPr>
        <w:numId w:val="11"/>
      </w:numPr>
      <w:ind w:hanging="216"/>
    </w:pPr>
  </w:style>
  <w:style w:type="paragraph" w:styleId="Footer">
    <w:name w:val="footer"/>
    <w:aliases w:val="Footer 1"/>
    <w:basedOn w:val="Normal"/>
    <w:link w:val="FooterChar"/>
    <w:uiPriority w:val="99"/>
    <w:unhideWhenUsed/>
    <w:rsid w:val="00785806"/>
    <w:pPr>
      <w:tabs>
        <w:tab w:val="center" w:pos="4680"/>
        <w:tab w:val="right" w:pos="9360"/>
      </w:tabs>
      <w:spacing w:before="120" w:after="0" w:line="192" w:lineRule="auto"/>
    </w:pPr>
    <w:rPr>
      <w:rFonts w:eastAsiaTheme="minorEastAsia"/>
      <w:sz w:val="16"/>
      <w:szCs w:val="22"/>
    </w:rPr>
  </w:style>
  <w:style w:type="character" w:customStyle="1" w:styleId="FooterChar">
    <w:name w:val="Footer Char"/>
    <w:aliases w:val="Footer 1 Char"/>
    <w:basedOn w:val="DefaultParagraphFont"/>
    <w:link w:val="Footer"/>
    <w:uiPriority w:val="99"/>
    <w:rsid w:val="00785806"/>
    <w:rPr>
      <w:rFonts w:ascii="Arial" w:eastAsiaTheme="minorEastAsia" w:hAnsi="Arial"/>
      <w:sz w:val="16"/>
      <w:szCs w:val="22"/>
    </w:rPr>
  </w:style>
  <w:style w:type="paragraph" w:customStyle="1" w:styleId="THEME">
    <w:name w:val="THEME"/>
    <w:basedOn w:val="Normal"/>
    <w:qFormat/>
    <w:rsid w:val="008B1E37"/>
    <w:pPr>
      <w:spacing w:after="119"/>
    </w:pPr>
    <w:rPr>
      <w:b/>
      <w:i/>
      <w:color w:val="0068AC"/>
    </w:rPr>
  </w:style>
  <w:style w:type="paragraph" w:customStyle="1" w:styleId="TABLETEXT">
    <w:name w:val="TABLE TEXT"/>
    <w:basedOn w:val="Normal"/>
    <w:link w:val="TABLETEXTChar"/>
    <w:rsid w:val="007262AB"/>
    <w:pPr>
      <w:spacing w:after="6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locked/>
    <w:rsid w:val="00CC0368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CC0368"/>
  </w:style>
  <w:style w:type="paragraph" w:styleId="Revision">
    <w:name w:val="Revision"/>
    <w:hidden/>
    <w:uiPriority w:val="99"/>
    <w:semiHidden/>
    <w:rsid w:val="00CC0368"/>
    <w:rPr>
      <w:rFonts w:ascii="Calibri" w:hAnsi="Calibri"/>
      <w:sz w:val="24"/>
      <w:szCs w:val="22"/>
    </w:rPr>
  </w:style>
  <w:style w:type="paragraph" w:styleId="TOC1">
    <w:name w:val="toc 1"/>
    <w:basedOn w:val="Normal"/>
    <w:next w:val="Normal"/>
    <w:autoRedefine/>
    <w:uiPriority w:val="39"/>
    <w:locked/>
    <w:rsid w:val="00CC0368"/>
    <w:pPr>
      <w:spacing w:after="100"/>
    </w:pPr>
  </w:style>
  <w:style w:type="paragraph" w:styleId="TOC2">
    <w:name w:val="toc 2"/>
    <w:basedOn w:val="Normal"/>
    <w:next w:val="Normal"/>
    <w:autoRedefine/>
    <w:uiPriority w:val="39"/>
    <w:locked/>
    <w:rsid w:val="00CC036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locked/>
    <w:rsid w:val="00CC036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locked/>
    <w:rsid w:val="00CC036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locked/>
    <w:rsid w:val="00CC0368"/>
    <w:pPr>
      <w:spacing w:after="100"/>
      <w:ind w:left="960"/>
    </w:pPr>
  </w:style>
  <w:style w:type="paragraph" w:customStyle="1" w:styleId="REQUIREMENTS">
    <w:name w:val="REQUIREMENTS"/>
    <w:basedOn w:val="Normal"/>
    <w:qFormat/>
    <w:rsid w:val="009A5787"/>
    <w:pPr>
      <w:pBdr>
        <w:top w:val="single" w:sz="2" w:space="2" w:color="AEBD29"/>
        <w:bottom w:val="single" w:sz="2" w:space="1" w:color="AEBD29"/>
      </w:pBdr>
      <w:spacing w:after="60"/>
      <w:outlineLvl w:val="5"/>
    </w:pPr>
    <w:rPr>
      <w:color w:val="595959"/>
      <w:szCs w:val="22"/>
    </w:rPr>
  </w:style>
  <w:style w:type="paragraph" w:customStyle="1" w:styleId="HEADINGREQ">
    <w:name w:val="HEADING_REQ"/>
    <w:basedOn w:val="REQUIREMENTS"/>
    <w:next w:val="REQUIREMENTS"/>
    <w:rsid w:val="00FB3341"/>
    <w:rPr>
      <w:rFonts w:cs="Arial"/>
    </w:rPr>
  </w:style>
  <w:style w:type="table" w:customStyle="1" w:styleId="BCBSNDTABLE">
    <w:name w:val="BCBSND TABLE"/>
    <w:basedOn w:val="TableNormal"/>
    <w:uiPriority w:val="99"/>
    <w:rsid w:val="00EA4286"/>
    <w:rPr>
      <w:rFonts w:ascii="Arial" w:hAnsi="Arial"/>
    </w:rPr>
    <w:tblPr>
      <w:tblStyleRowBandSize w:val="1"/>
      <w:tblBorders>
        <w:insideV w:val="single" w:sz="6" w:space="0" w:color="FFFFFF"/>
      </w:tblBorders>
    </w:tblPr>
    <w:tcPr>
      <w:vAlign w:val="center"/>
    </w:tcPr>
    <w:tblStylePr w:type="firstRow">
      <w:rPr>
        <w:rFonts w:ascii="Arial" w:hAnsi="Arial"/>
        <w:b/>
        <w:i w:val="0"/>
        <w:color w:val="FFFFFF"/>
        <w:sz w:val="20"/>
      </w:rPr>
      <w:tblPr/>
      <w:tcPr>
        <w:shd w:val="clear" w:color="auto" w:fill="0093D0" w:themeFill="accent1"/>
      </w:tcPr>
    </w:tblStylePr>
    <w:tblStylePr w:type="band2Horz">
      <w:tblPr/>
      <w:tcPr>
        <w:shd w:val="clear" w:color="auto" w:fill="EBF7FD" w:themeFill="accent3" w:themeFillTint="33"/>
      </w:tcPr>
    </w:tblStylePr>
  </w:style>
  <w:style w:type="table" w:customStyle="1" w:styleId="TABLE">
    <w:name w:val="TABLE"/>
    <w:basedOn w:val="TableNormal"/>
    <w:uiPriority w:val="99"/>
    <w:qFormat/>
    <w:rsid w:val="00320121"/>
    <w:rPr>
      <w:rFonts w:ascii="Arial" w:hAnsi="Arial"/>
      <w:szCs w:val="24"/>
    </w:rPr>
    <w:tblPr>
      <w:tblStyleRowBandSize w:val="1"/>
      <w:tblBorders>
        <w:top w:val="single" w:sz="4" w:space="0" w:color="0069AC"/>
        <w:left w:val="single" w:sz="4" w:space="0" w:color="0069AC"/>
        <w:bottom w:val="single" w:sz="4" w:space="0" w:color="0069AC"/>
        <w:right w:val="single" w:sz="4" w:space="0" w:color="0069AC"/>
        <w:insideH w:val="single" w:sz="4" w:space="0" w:color="0069AC"/>
        <w:insideV w:val="single" w:sz="4" w:space="0" w:color="0069AC"/>
      </w:tblBorders>
      <w:tblCellMar>
        <w:left w:w="144" w:type="dxa"/>
        <w:right w:w="144" w:type="dxa"/>
      </w:tblCellMar>
    </w:tblPr>
    <w:tcPr>
      <w:tcMar>
        <w:top w:w="29" w:type="dxa"/>
        <w:left w:w="43" w:type="dxa"/>
        <w:right w:w="43" w:type="dxa"/>
      </w:tcMar>
      <w:vAlign w:val="center"/>
    </w:tcPr>
    <w:tblStylePr w:type="firstRow">
      <w:rPr>
        <w:b/>
        <w:color w:val="FFFFFF" w:themeColor="background1"/>
      </w:rPr>
      <w:tblPr/>
      <w:tcPr>
        <w:shd w:val="clear" w:color="auto" w:fill="0069AC"/>
      </w:tcPr>
    </w:tblStylePr>
    <w:tblStylePr w:type="band2Horz">
      <w:tblPr/>
      <w:tcPr>
        <w:shd w:val="clear" w:color="auto" w:fill="C7DFF1"/>
      </w:tcPr>
    </w:tblStylePr>
  </w:style>
  <w:style w:type="paragraph" w:styleId="NormalWeb">
    <w:name w:val="Normal (Web)"/>
    <w:basedOn w:val="Normal"/>
    <w:uiPriority w:val="99"/>
    <w:semiHidden/>
    <w:unhideWhenUsed/>
    <w:locked/>
    <w:rsid w:val="00343048"/>
    <w:pPr>
      <w:spacing w:after="225"/>
      <w:jc w:val="both"/>
    </w:pPr>
    <w:rPr>
      <w:rFonts w:ascii="Times New Roman" w:hAnsi="Times New Roman"/>
      <w:sz w:val="24"/>
    </w:rPr>
  </w:style>
  <w:style w:type="paragraph" w:customStyle="1" w:styleId="TABLEHEADING">
    <w:name w:val="TABLE HEADING"/>
    <w:basedOn w:val="TABLETEXT"/>
    <w:link w:val="TABLEHEADINGChar"/>
    <w:qFormat/>
    <w:rsid w:val="007262AB"/>
    <w:pPr>
      <w:spacing w:before="80" w:after="80"/>
    </w:pPr>
    <w:rPr>
      <w:color w:val="FFFFFF"/>
    </w:rPr>
  </w:style>
  <w:style w:type="character" w:customStyle="1" w:styleId="TABLETEXTChar">
    <w:name w:val="TABLE TEXT Char"/>
    <w:basedOn w:val="DefaultParagraphFont"/>
    <w:link w:val="TABLETEXT"/>
    <w:rsid w:val="007262AB"/>
    <w:rPr>
      <w:rFonts w:ascii="Arial" w:hAnsi="Arial"/>
      <w:sz w:val="22"/>
      <w:szCs w:val="24"/>
    </w:rPr>
  </w:style>
  <w:style w:type="character" w:customStyle="1" w:styleId="TABLEHEADINGChar">
    <w:name w:val="TABLE HEADING Char"/>
    <w:basedOn w:val="TABLETEXTChar"/>
    <w:link w:val="TABLEHEADING"/>
    <w:rsid w:val="007262AB"/>
    <w:rPr>
      <w:rFonts w:ascii="Arial" w:hAnsi="Arial"/>
      <w:color w:val="FFFFFF"/>
      <w:sz w:val="22"/>
      <w:szCs w:val="24"/>
    </w:rPr>
  </w:style>
  <w:style w:type="paragraph" w:customStyle="1" w:styleId="HEADER2">
    <w:name w:val="HEADER2"/>
    <w:basedOn w:val="Normal"/>
    <w:link w:val="HEADER2Char"/>
    <w:qFormat/>
    <w:rsid w:val="00343048"/>
    <w:pPr>
      <w:spacing w:after="0"/>
    </w:pPr>
    <w:rPr>
      <w:b/>
      <w:color w:val="636466" w:themeColor="text2"/>
    </w:rPr>
  </w:style>
  <w:style w:type="character" w:customStyle="1" w:styleId="HEADER2Char">
    <w:name w:val="HEADER2 Char"/>
    <w:basedOn w:val="HeaderChar"/>
    <w:link w:val="HEADER2"/>
    <w:rsid w:val="00343048"/>
    <w:rPr>
      <w:rFonts w:ascii="Arial" w:hAnsi="Arial"/>
      <w:b/>
      <w:color w:val="636466" w:themeColor="text2"/>
      <w:sz w:val="22"/>
      <w:szCs w:val="24"/>
    </w:rPr>
  </w:style>
  <w:style w:type="paragraph" w:customStyle="1" w:styleId="LETTERS1">
    <w:name w:val="LETTERS1"/>
    <w:basedOn w:val="Normal"/>
    <w:link w:val="LETTERS1Char"/>
    <w:qFormat/>
    <w:rsid w:val="007262AB"/>
    <w:pPr>
      <w:numPr>
        <w:numId w:val="25"/>
      </w:numPr>
    </w:pPr>
  </w:style>
  <w:style w:type="paragraph" w:customStyle="1" w:styleId="LETTERS2">
    <w:name w:val="LETTERS2"/>
    <w:basedOn w:val="Normal"/>
    <w:link w:val="LETTERS2Char"/>
    <w:qFormat/>
    <w:rsid w:val="007262AB"/>
    <w:pPr>
      <w:numPr>
        <w:numId w:val="34"/>
      </w:numPr>
      <w:ind w:left="720"/>
    </w:pPr>
  </w:style>
  <w:style w:type="character" w:customStyle="1" w:styleId="BODYChar">
    <w:name w:val="BODY Char"/>
    <w:basedOn w:val="DefaultParagraphFont"/>
    <w:link w:val="BODY"/>
    <w:rsid w:val="00343048"/>
    <w:rPr>
      <w:rFonts w:ascii="Arial" w:hAnsi="Arial"/>
      <w:sz w:val="22"/>
      <w:szCs w:val="24"/>
    </w:rPr>
  </w:style>
  <w:style w:type="character" w:customStyle="1" w:styleId="LETTERS1Char">
    <w:name w:val="LETTERS1 Char"/>
    <w:basedOn w:val="BODYChar"/>
    <w:link w:val="LETTERS1"/>
    <w:rsid w:val="007262AB"/>
    <w:rPr>
      <w:rFonts w:ascii="Arial" w:hAnsi="Arial"/>
      <w:sz w:val="24"/>
      <w:szCs w:val="24"/>
    </w:rPr>
  </w:style>
  <w:style w:type="paragraph" w:customStyle="1" w:styleId="LETTERS3">
    <w:name w:val="LETTERS3"/>
    <w:basedOn w:val="Normal"/>
    <w:link w:val="LETTERS3Char"/>
    <w:qFormat/>
    <w:rsid w:val="007262AB"/>
    <w:pPr>
      <w:numPr>
        <w:numId w:val="33"/>
      </w:numPr>
      <w:ind w:left="1080"/>
    </w:pPr>
  </w:style>
  <w:style w:type="character" w:customStyle="1" w:styleId="LETTERS2Char">
    <w:name w:val="LETTERS2 Char"/>
    <w:basedOn w:val="LETTERS1Char"/>
    <w:link w:val="LETTERS2"/>
    <w:rsid w:val="007262AB"/>
    <w:rPr>
      <w:rFonts w:ascii="Arial" w:hAnsi="Arial"/>
      <w:sz w:val="24"/>
      <w:szCs w:val="24"/>
    </w:rPr>
  </w:style>
  <w:style w:type="character" w:customStyle="1" w:styleId="LETTERS3Char">
    <w:name w:val="LETTERS3 Char"/>
    <w:basedOn w:val="LETTERS1Char"/>
    <w:link w:val="LETTERS3"/>
    <w:rsid w:val="007262AB"/>
    <w:rPr>
      <w:rFonts w:ascii="Arial" w:hAnsi="Arial"/>
      <w:sz w:val="24"/>
      <w:szCs w:val="24"/>
    </w:rPr>
  </w:style>
  <w:style w:type="character" w:customStyle="1" w:styleId="Footer2Char">
    <w:name w:val="Footer 2 Char"/>
    <w:basedOn w:val="DefaultParagraphFont"/>
    <w:link w:val="Footer2"/>
    <w:rsid w:val="00785806"/>
    <w:rPr>
      <w:rFonts w:ascii="Arial" w:hAnsi="Arial" w:cs="Arial"/>
      <w:sz w:val="16"/>
    </w:rPr>
  </w:style>
  <w:style w:type="character" w:customStyle="1" w:styleId="UNDERLINECHARACTER">
    <w:name w:val="UNDERLINE CHARACTER"/>
    <w:uiPriority w:val="1"/>
    <w:rsid w:val="00FB3341"/>
    <w:rPr>
      <w:u w:val="single"/>
    </w:rPr>
  </w:style>
  <w:style w:type="numbering" w:customStyle="1" w:styleId="BULLETSTAB">
    <w:name w:val="BULLETS_TAB"/>
    <w:uiPriority w:val="99"/>
    <w:rsid w:val="00A7598F"/>
    <w:pPr>
      <w:numPr>
        <w:numId w:val="35"/>
      </w:numPr>
    </w:pPr>
  </w:style>
  <w:style w:type="character" w:styleId="Hyperlink">
    <w:name w:val="Hyperlink"/>
    <w:basedOn w:val="DefaultParagraphFont"/>
    <w:semiHidden/>
    <w:unhideWhenUsed/>
    <w:locked/>
    <w:rsid w:val="00435238"/>
    <w:rPr>
      <w:color w:val="0093D0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435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75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73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84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78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68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76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964">
              <w:marLeft w:val="0"/>
              <w:marRight w:val="0"/>
              <w:marTop w:val="69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4887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6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cbsnd.com/care-connec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cbsnd.com/care-connec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21031\OneDrive%20-%20Blue%20Cross%20Blue%20Shield%20of%20North%20Dakota\Desktop\Wellframe%20-%20Intranet-Email%20Articles.dotx" TargetMode="External"/></Relationships>
</file>

<file path=word/theme/theme1.xml><?xml version="1.0" encoding="utf-8"?>
<a:theme xmlns:a="http://schemas.openxmlformats.org/drawingml/2006/main" name="Office Theme">
  <a:themeElements>
    <a:clrScheme name="BCBSND">
      <a:dk1>
        <a:sysClr val="windowText" lastClr="000000"/>
      </a:dk1>
      <a:lt1>
        <a:sysClr val="window" lastClr="FFFFFF"/>
      </a:lt1>
      <a:dk2>
        <a:srgbClr val="636466"/>
      </a:dk2>
      <a:lt2>
        <a:srgbClr val="E7E6E6"/>
      </a:lt2>
      <a:accent1>
        <a:srgbClr val="0093D0"/>
      </a:accent1>
      <a:accent2>
        <a:srgbClr val="F1CA37"/>
      </a:accent2>
      <a:accent3>
        <a:srgbClr val="9DDCF9"/>
      </a:accent3>
      <a:accent4>
        <a:srgbClr val="F79433"/>
      </a:accent4>
      <a:accent5>
        <a:srgbClr val="006CA3"/>
      </a:accent5>
      <a:accent6>
        <a:srgbClr val="A2C02F"/>
      </a:accent6>
      <a:hlink>
        <a:srgbClr val="0093D0"/>
      </a:hlink>
      <a:folHlink>
        <a:srgbClr val="03953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AC6269787CA3478A1B02119D2C1CCE" ma:contentTypeVersion="1" ma:contentTypeDescription="Create a new document." ma:contentTypeScope="" ma:versionID="896fb023b9757e91bb201616f977bedc">
  <xsd:schema xmlns:xsd="http://www.w3.org/2001/XMLSchema" xmlns:xs="http://www.w3.org/2001/XMLSchema" xmlns:p="http://schemas.microsoft.com/office/2006/metadata/properties" xmlns:ns2="9b9db34a-1378-491e-baad-fcd53be91158" targetNamespace="http://schemas.microsoft.com/office/2006/metadata/properties" ma:root="true" ma:fieldsID="95f1cc4d9d2bcae540efa5f5e8ec68ec" ns2:_="">
    <xsd:import namespace="9b9db34a-1378-491e-baad-fcd53be91158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db34a-1378-491e-baad-fcd53be91158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nillable="true" ma:displayName="Document Type" ma:format="Dropdown" ma:internalName="Document_x0020_Type">
      <xsd:simpleType>
        <xsd:union memberTypes="dms:Text">
          <xsd:simpleType>
            <xsd:restriction base="dms:Choice">
              <xsd:enumeration value="1) Template"/>
              <xsd:enumeration value="2) Help"/>
              <xsd:enumeration value="3) Guid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9b9db34a-1378-491e-baad-fcd53be91158">1) Template</Document_x0020_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259CB-539F-48A5-AEE2-1703D205A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9db34a-1378-491e-baad-fcd53be911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6414E-47A0-4CDC-9F12-4C8F9BB0E8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b9db34a-1378-491e-baad-fcd53be9115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DAF85E-DE74-4764-AF86-3C3FA375E2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207665-2AC8-43AE-9776-CA5466A149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Wellframe - Intranet-Email Articles.dotx</Template>
  <TotalTime>12</TotalTime>
  <Pages>2</Pages>
  <Words>304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Noridian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Hanson</dc:creator>
  <cp:keywords/>
  <dc:description/>
  <cp:lastModifiedBy>Sage Tremaine</cp:lastModifiedBy>
  <cp:revision>4</cp:revision>
  <cp:lastPrinted>2023-10-02T19:46:00Z</cp:lastPrinted>
  <dcterms:created xsi:type="dcterms:W3CDTF">2023-10-02T19:37:00Z</dcterms:created>
  <dcterms:modified xsi:type="dcterms:W3CDTF">2023-10-03T19:26:00Z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0x010100BFAC6269787CA3478A1B02119D2C1CCE</vt:lpwstr>
  </property>
</Properties>
</file>